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 w:rsidR="005B6689">
        <w:rPr>
          <w:rFonts w:ascii="Calibri" w:hAnsi="Calibri" w:cs="Calibri"/>
        </w:rPr>
        <w:t>V</w:t>
      </w:r>
      <w:r w:rsidRPr="00D11B5F">
        <w:rPr>
          <w:rFonts w:ascii="Calibri" w:hAnsi="Calibri" w:cs="Calibri"/>
        </w:rPr>
        <w:t xml:space="preserve"> kwartał </w:t>
      </w:r>
      <w:bookmarkStart w:id="0" w:name="_GoBack"/>
      <w:bookmarkEnd w:id="0"/>
      <w:r w:rsidRPr="00D11B5F">
        <w:rPr>
          <w:rFonts w:ascii="Calibri" w:hAnsi="Calibri" w:cs="Calibri"/>
        </w:rPr>
        <w:t xml:space="preserve">2020 r. z postępu rzeczowo-finansowego projektu informatycznego </w:t>
      </w:r>
      <w:r w:rsidR="00F423B0">
        <w:rPr>
          <w:rFonts w:ascii="Calibri" w:hAnsi="Calibri" w:cs="Calibri"/>
        </w:rPr>
        <w:t xml:space="preserve">pn. </w:t>
      </w:r>
      <w:r w:rsidR="00F423B0" w:rsidRPr="00F423B0">
        <w:rPr>
          <w:rFonts w:ascii="Calibri" w:hAnsi="Calibri" w:cs="Calibri"/>
          <w:b/>
        </w:rPr>
        <w:t>e-Urząd Skarbowy (E-Urząd)</w:t>
      </w:r>
      <w:r w:rsidR="00F423B0" w:rsidRPr="00F423B0">
        <w:rPr>
          <w:rFonts w:ascii="Calibri" w:hAnsi="Calibri" w:cs="Calibri"/>
        </w:rPr>
        <w:t xml:space="preserve"> </w:t>
      </w:r>
      <w:r w:rsidR="00F423B0">
        <w:rPr>
          <w:rFonts w:ascii="Calibri" w:hAnsi="Calibri" w:cs="Calibri"/>
        </w:rPr>
        <w:t>(</w:t>
      </w:r>
      <w:r w:rsidR="00F423B0" w:rsidRPr="00F423B0">
        <w:rPr>
          <w:rFonts w:ascii="Calibri" w:hAnsi="Calibri" w:cs="Calibri"/>
        </w:rPr>
        <w:t>wnioskodawca Minister Finansów, beneficjent Ministerstwo Finansów</w:t>
      </w:r>
      <w:r w:rsidR="00A04DA2">
        <w:rPr>
          <w:rFonts w:ascii="Calibri" w:hAnsi="Calibri" w:cs="Calibri"/>
        </w:rPr>
        <w:t xml:space="preserve">) </w:t>
      </w:r>
      <w:r w:rsidR="00753B85">
        <w:rPr>
          <w:rFonts w:ascii="Calibri" w:hAnsi="Calibri" w:cs="Calibri"/>
        </w:rPr>
        <w:t xml:space="preserve">z dnia </w:t>
      </w:r>
      <w:r w:rsidR="00F423B0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</w:t>
      </w:r>
      <w:r w:rsidR="00F423B0">
        <w:rPr>
          <w:rFonts w:ascii="Calibri" w:hAnsi="Calibri" w:cs="Calibri"/>
        </w:rPr>
        <w:t>marca</w:t>
      </w:r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397" w:rsidRDefault="00A74397">
      <w:r>
        <w:separator/>
      </w:r>
    </w:p>
  </w:endnote>
  <w:endnote w:type="continuationSeparator" w:id="0">
    <w:p w:rsidR="00A74397" w:rsidRDefault="00A7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397" w:rsidRDefault="00A74397">
      <w:r>
        <w:separator/>
      </w:r>
    </w:p>
  </w:footnote>
  <w:footnote w:type="continuationSeparator" w:id="0">
    <w:p w:rsidR="00A74397" w:rsidRDefault="00A74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251E6F" w:rsidRDefault="0033475C" w:rsidP="00404F0E">
    <w:pPr>
      <w:pStyle w:val="Nagwek"/>
      <w:jc w:val="right"/>
      <w:rPr>
        <w:i/>
      </w:rPr>
    </w:pPr>
    <w:r w:rsidRPr="00251E6F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6F43E7" w:rsidRDefault="007E1D76" w:rsidP="006F43E7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7E1D7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DAIP.WOKRM.0102.104.1.2021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6F43E7" w:rsidRDefault="007E1D76" w:rsidP="006F43E7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7E1D7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DAIP.WOKRM.0102.104.1.2021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251E6F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251E6F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D0449" w:rsidRPr="00251E6F">
      <w:rPr>
        <w:rFonts w:asciiTheme="minorHAnsi" w:hAnsiTheme="minorHAnsi" w:cstheme="minorHAnsi"/>
        <w:i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F149E"/>
    <w:rsid w:val="00223CE1"/>
    <w:rsid w:val="0023393C"/>
    <w:rsid w:val="00251E6F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96A9F"/>
    <w:rsid w:val="006A5C4D"/>
    <w:rsid w:val="006B6F70"/>
    <w:rsid w:val="006F43E7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7E1D76"/>
    <w:rsid w:val="00806126"/>
    <w:rsid w:val="008947F3"/>
    <w:rsid w:val="008B1D7E"/>
    <w:rsid w:val="008D560F"/>
    <w:rsid w:val="008E63D2"/>
    <w:rsid w:val="008F2F99"/>
    <w:rsid w:val="00925A98"/>
    <w:rsid w:val="00935D23"/>
    <w:rsid w:val="009742A2"/>
    <w:rsid w:val="009C2C00"/>
    <w:rsid w:val="009D0449"/>
    <w:rsid w:val="009D4211"/>
    <w:rsid w:val="00A04DA2"/>
    <w:rsid w:val="00A11B1C"/>
    <w:rsid w:val="00A363B8"/>
    <w:rsid w:val="00A436D1"/>
    <w:rsid w:val="00A471BD"/>
    <w:rsid w:val="00A74397"/>
    <w:rsid w:val="00A84CC4"/>
    <w:rsid w:val="00AB6FA7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D1C4E"/>
    <w:rsid w:val="00DD573A"/>
    <w:rsid w:val="00E638DF"/>
    <w:rsid w:val="00E84F70"/>
    <w:rsid w:val="00E86BDA"/>
    <w:rsid w:val="00EA13E5"/>
    <w:rsid w:val="00EA7F17"/>
    <w:rsid w:val="00F10BA4"/>
    <w:rsid w:val="00F423B0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35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35</cp:revision>
  <dcterms:created xsi:type="dcterms:W3CDTF">2020-11-05T20:46:00Z</dcterms:created>
  <dcterms:modified xsi:type="dcterms:W3CDTF">2021-03-17T17:05:00Z</dcterms:modified>
</cp:coreProperties>
</file>